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EEF6" w14:textId="77777777" w:rsidR="007A4F04" w:rsidRDefault="007A4F04" w:rsidP="007A4F0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 xml:space="preserve">           </w:t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F91482F" w14:textId="77777777" w:rsidR="00AC4363" w:rsidRPr="006800DB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538AED71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13C3F500" w14:textId="77777777"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</w:t>
      </w:r>
      <w:r w:rsidR="000221C7">
        <w:rPr>
          <w:rFonts w:ascii="Corbel" w:hAnsi="Corbel"/>
          <w:b/>
          <w:smallCaps/>
          <w:sz w:val="24"/>
          <w:szCs w:val="24"/>
        </w:rPr>
        <w:t>3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- 202</w:t>
      </w:r>
      <w:r w:rsidR="000221C7">
        <w:rPr>
          <w:rFonts w:ascii="Corbel" w:hAnsi="Corbel"/>
          <w:b/>
          <w:smallCaps/>
          <w:sz w:val="24"/>
          <w:szCs w:val="24"/>
        </w:rPr>
        <w:t>8</w:t>
      </w:r>
    </w:p>
    <w:p w14:paraId="5F9AB885" w14:textId="77777777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0221C7">
        <w:rPr>
          <w:rFonts w:ascii="Corbel" w:hAnsi="Corbel"/>
          <w:sz w:val="24"/>
          <w:szCs w:val="24"/>
        </w:rPr>
        <w:t>3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0221C7">
        <w:rPr>
          <w:rFonts w:ascii="Corbel" w:hAnsi="Corbel"/>
          <w:sz w:val="24"/>
          <w:szCs w:val="24"/>
        </w:rPr>
        <w:t>4</w:t>
      </w:r>
    </w:p>
    <w:p w14:paraId="4DA5B702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AA8C2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669CBEE5" w14:textId="77777777" w:rsidTr="00B819C8">
        <w:tc>
          <w:tcPr>
            <w:tcW w:w="2694" w:type="dxa"/>
            <w:vAlign w:val="center"/>
          </w:tcPr>
          <w:p w14:paraId="3BD8FCEF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6C2A3A" w14:textId="77777777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3E9FAE3C" w14:textId="77777777" w:rsidTr="00B819C8">
        <w:tc>
          <w:tcPr>
            <w:tcW w:w="2694" w:type="dxa"/>
            <w:vAlign w:val="center"/>
          </w:tcPr>
          <w:p w14:paraId="26545081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A11B44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5084FE1E" w14:textId="77777777" w:rsidTr="00B819C8">
        <w:tc>
          <w:tcPr>
            <w:tcW w:w="2694" w:type="dxa"/>
            <w:vAlign w:val="center"/>
          </w:tcPr>
          <w:p w14:paraId="0EEC05EC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ABE536" w14:textId="77777777"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14:paraId="0E8D5D8C" w14:textId="77777777" w:rsidTr="00B819C8">
        <w:tc>
          <w:tcPr>
            <w:tcW w:w="2694" w:type="dxa"/>
            <w:vAlign w:val="center"/>
          </w:tcPr>
          <w:p w14:paraId="191592E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B15EC3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1791D4A7" w14:textId="77777777" w:rsidTr="00B819C8">
        <w:tc>
          <w:tcPr>
            <w:tcW w:w="2694" w:type="dxa"/>
            <w:vAlign w:val="center"/>
          </w:tcPr>
          <w:p w14:paraId="604A7D5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6E592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44588023" w14:textId="77777777" w:rsidTr="00B819C8">
        <w:tc>
          <w:tcPr>
            <w:tcW w:w="2694" w:type="dxa"/>
            <w:vAlign w:val="center"/>
          </w:tcPr>
          <w:p w14:paraId="5097D080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26A36D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320B051E" w14:textId="77777777" w:rsidTr="00B819C8">
        <w:tc>
          <w:tcPr>
            <w:tcW w:w="2694" w:type="dxa"/>
            <w:vAlign w:val="center"/>
          </w:tcPr>
          <w:p w14:paraId="12389C2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CB4B0D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1D7A040D" w14:textId="77777777" w:rsidTr="00B819C8">
        <w:tc>
          <w:tcPr>
            <w:tcW w:w="2694" w:type="dxa"/>
            <w:vAlign w:val="center"/>
          </w:tcPr>
          <w:p w14:paraId="6BD0301B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D25E57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14:paraId="746FEC4D" w14:textId="77777777" w:rsidTr="00B819C8">
        <w:tc>
          <w:tcPr>
            <w:tcW w:w="2694" w:type="dxa"/>
            <w:vAlign w:val="center"/>
          </w:tcPr>
          <w:p w14:paraId="6CFA3565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F5941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5A1AD975" w14:textId="77777777" w:rsidTr="00B819C8">
        <w:tc>
          <w:tcPr>
            <w:tcW w:w="2694" w:type="dxa"/>
            <w:vAlign w:val="center"/>
          </w:tcPr>
          <w:p w14:paraId="04C93013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46042C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4CF9DF44" w14:textId="77777777" w:rsidTr="00B819C8">
        <w:tc>
          <w:tcPr>
            <w:tcW w:w="2694" w:type="dxa"/>
            <w:vAlign w:val="center"/>
          </w:tcPr>
          <w:p w14:paraId="531556AA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AA8694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77B47A41" w14:textId="77777777" w:rsidTr="00B819C8">
        <w:tc>
          <w:tcPr>
            <w:tcW w:w="2694" w:type="dxa"/>
            <w:vAlign w:val="center"/>
          </w:tcPr>
          <w:p w14:paraId="28F7052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8D6DA7" w14:textId="1D1D2572" w:rsidR="0085747A" w:rsidRPr="006800DB" w:rsidRDefault="006B0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>r hab. Maciej Wnuk, prof. UR</w:t>
            </w:r>
          </w:p>
        </w:tc>
      </w:tr>
      <w:tr w:rsidR="0085747A" w:rsidRPr="006800DB" w14:paraId="0AC24D2C" w14:textId="77777777" w:rsidTr="00B819C8">
        <w:tc>
          <w:tcPr>
            <w:tcW w:w="2694" w:type="dxa"/>
            <w:vAlign w:val="center"/>
          </w:tcPr>
          <w:p w14:paraId="61C3009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FB10DB" w14:textId="5E53756F" w:rsidR="0085747A" w:rsidRPr="006800DB" w:rsidRDefault="006B0ED0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r hab. Maciej Wnuk, prof. UR</w:t>
            </w:r>
          </w:p>
        </w:tc>
      </w:tr>
    </w:tbl>
    <w:p w14:paraId="5B173985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2506876C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86077D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A044D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6800DB" w14:paraId="79CDE21F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D928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7C0ED5E7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013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Wykł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9663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340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Konw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9EC7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EE8A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Sem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1175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6994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Prakt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35D3" w14:textId="77777777" w:rsidR="00015B8F" w:rsidRPr="006800DB" w:rsidRDefault="00A160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9813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5AD44FE6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BB91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90B4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19DC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1045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10F1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A46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0FA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8B98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4CF1" w14:textId="77777777" w:rsidR="00015B8F" w:rsidRPr="006800DB" w:rsidRDefault="00A160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83C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0A1122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401262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0DE296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BA7C0C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5A3E3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0DD18E7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7D111CCC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148AB7DF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8BC9FEF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675056F5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4EB9E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437427C" w14:textId="77777777" w:rsidTr="00745302">
        <w:tc>
          <w:tcPr>
            <w:tcW w:w="9670" w:type="dxa"/>
          </w:tcPr>
          <w:p w14:paraId="736FD47A" w14:textId="77777777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76FE53C1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0029C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4DD0D8F0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F46DA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2AEE06F8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3C6858B6" w14:textId="77777777" w:rsidTr="0044432E">
        <w:tc>
          <w:tcPr>
            <w:tcW w:w="845" w:type="dxa"/>
            <w:vAlign w:val="center"/>
          </w:tcPr>
          <w:p w14:paraId="088E0F8B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CF70ADB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05C3BD37" w14:textId="77777777" w:rsidTr="0044432E">
        <w:tc>
          <w:tcPr>
            <w:tcW w:w="845" w:type="dxa"/>
            <w:vAlign w:val="center"/>
          </w:tcPr>
          <w:p w14:paraId="0A202034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D80157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6820CE87" w14:textId="77777777" w:rsidTr="0044432E">
        <w:tc>
          <w:tcPr>
            <w:tcW w:w="845" w:type="dxa"/>
            <w:vAlign w:val="center"/>
          </w:tcPr>
          <w:p w14:paraId="413E91B1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67FB4F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57884B44" w14:textId="77777777" w:rsidTr="0044432E">
        <w:tc>
          <w:tcPr>
            <w:tcW w:w="845" w:type="dxa"/>
            <w:vAlign w:val="center"/>
          </w:tcPr>
          <w:p w14:paraId="4DA00029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E330D0C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03F499AA" w14:textId="77777777" w:rsidTr="0044432E">
        <w:tc>
          <w:tcPr>
            <w:tcW w:w="845" w:type="dxa"/>
            <w:vAlign w:val="center"/>
          </w:tcPr>
          <w:p w14:paraId="22BC5B9A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2F12EC00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59B7C42E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EE061A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3B6D1B24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79299452" w14:textId="77777777" w:rsidTr="00963B35">
        <w:tc>
          <w:tcPr>
            <w:tcW w:w="1681" w:type="dxa"/>
            <w:vAlign w:val="center"/>
          </w:tcPr>
          <w:p w14:paraId="63B70C1E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058C527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00C02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7BCA317F" w14:textId="77777777" w:rsidTr="00963B35">
        <w:tc>
          <w:tcPr>
            <w:tcW w:w="1681" w:type="dxa"/>
            <w:vAlign w:val="center"/>
          </w:tcPr>
          <w:p w14:paraId="4B2C1615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75580D0D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4DF99B5E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595EEB9C" w14:textId="77777777" w:rsidTr="00191747">
        <w:tc>
          <w:tcPr>
            <w:tcW w:w="1681" w:type="dxa"/>
          </w:tcPr>
          <w:p w14:paraId="16D9D8D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15659" w14:textId="77777777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373A79C9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4B2EC663" w14:textId="77777777" w:rsidTr="00191747">
        <w:tc>
          <w:tcPr>
            <w:tcW w:w="1681" w:type="dxa"/>
          </w:tcPr>
          <w:p w14:paraId="2981A67A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DC51E3" w14:textId="77777777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383E5AD1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434ABC96" w14:textId="77777777" w:rsidTr="00191747">
        <w:tc>
          <w:tcPr>
            <w:tcW w:w="1681" w:type="dxa"/>
          </w:tcPr>
          <w:p w14:paraId="5C7DA239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C551E0" w14:textId="77777777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5EE2F12A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531A8A6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FC031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461D1A7A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658D8BC4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3128D250" w14:textId="77777777" w:rsidTr="00075C58">
        <w:tc>
          <w:tcPr>
            <w:tcW w:w="9520" w:type="dxa"/>
          </w:tcPr>
          <w:p w14:paraId="0237C90E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0AC8A0D9" w14:textId="77777777" w:rsidTr="00075C58">
        <w:tc>
          <w:tcPr>
            <w:tcW w:w="9520" w:type="dxa"/>
          </w:tcPr>
          <w:p w14:paraId="061911B3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Struktura i właściwości kwasów nukleinowych. Organizacja genomu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Prokaryota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. Organizacja mitochondrialnego DNA.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Transpozony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 Typy i funkcje RNA.</w:t>
            </w:r>
          </w:p>
        </w:tc>
      </w:tr>
      <w:tr w:rsidR="00075C58" w:rsidRPr="006800DB" w14:paraId="29B1BB63" w14:textId="77777777" w:rsidTr="00075C58">
        <w:tc>
          <w:tcPr>
            <w:tcW w:w="9520" w:type="dxa"/>
          </w:tcPr>
          <w:p w14:paraId="4DCF6DBD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04964723" w14:textId="77777777" w:rsidTr="00075C58">
        <w:tc>
          <w:tcPr>
            <w:tcW w:w="9520" w:type="dxa"/>
          </w:tcPr>
          <w:p w14:paraId="226E82A2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na poziomie transkrypcji. Mechanizmy epigenetyczne. Modyfikacje histonów oraz DNA.  Regulowanie ekspresji genów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potranskrypcyjnie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siRNA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mikroRNA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lncRNA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075C58" w:rsidRPr="006800DB" w14:paraId="221B7963" w14:textId="77777777" w:rsidTr="00075C58">
        <w:tc>
          <w:tcPr>
            <w:tcW w:w="9520" w:type="dxa"/>
          </w:tcPr>
          <w:p w14:paraId="1433CBBB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Splicing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, mechanizm dojrzewania mRNA.</w:t>
            </w:r>
          </w:p>
        </w:tc>
      </w:tr>
      <w:tr w:rsidR="00075C58" w:rsidRPr="006800DB" w14:paraId="6235FCE4" w14:textId="77777777" w:rsidTr="00075C58">
        <w:tc>
          <w:tcPr>
            <w:tcW w:w="9520" w:type="dxa"/>
          </w:tcPr>
          <w:p w14:paraId="130C8423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Kod genetyczny. Translacja.  Modyfikacje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posttranslacyjne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transport białek w komórce.</w:t>
            </w:r>
          </w:p>
        </w:tc>
      </w:tr>
      <w:tr w:rsidR="00075C58" w:rsidRPr="006800DB" w14:paraId="75FECB37" w14:textId="77777777" w:rsidTr="00075C58">
        <w:tc>
          <w:tcPr>
            <w:tcW w:w="9520" w:type="dxa"/>
          </w:tcPr>
          <w:p w14:paraId="4C33B049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4CF1DC95" w14:textId="77777777" w:rsidTr="00075C58">
        <w:tc>
          <w:tcPr>
            <w:tcW w:w="9520" w:type="dxa"/>
          </w:tcPr>
          <w:p w14:paraId="4AC6EFFF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75A81CE3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692BB9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56BF2A67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3CCB8373" w14:textId="77777777" w:rsidTr="00075C58">
        <w:tc>
          <w:tcPr>
            <w:tcW w:w="9520" w:type="dxa"/>
          </w:tcPr>
          <w:p w14:paraId="7ECA9538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3ACDDB8C" w14:textId="77777777" w:rsidTr="00075C58">
        <w:tc>
          <w:tcPr>
            <w:tcW w:w="9520" w:type="dxa"/>
          </w:tcPr>
          <w:p w14:paraId="667EA13A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22FC0EBB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Podział komórki. Obserwacja mitozy w komórkach </w:t>
            </w:r>
            <w:proofErr w:type="spellStart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merystemów</w:t>
            </w:r>
            <w:proofErr w:type="spellEnd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 wierzchołkowych korzenia cebuli oraz czosnku.</w:t>
            </w:r>
          </w:p>
        </w:tc>
      </w:tr>
      <w:tr w:rsidR="00075C58" w:rsidRPr="006800DB" w14:paraId="0872ED9B" w14:textId="77777777" w:rsidTr="00075C58">
        <w:tc>
          <w:tcPr>
            <w:tcW w:w="9520" w:type="dxa"/>
          </w:tcPr>
          <w:p w14:paraId="066C6BDF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 xml:space="preserve">Genetyka klasyczna: Badania Grzegorza Mendla, Segregacja cech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mendlowskich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(prawa dziedziczenia : segregacja cech dominujących i recesywnych, niezależna segregacja dwóch cech, krzyżówki testowe, odstępstwa od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mendlowskiego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wzoru dziedziczenia.</w:t>
            </w:r>
          </w:p>
        </w:tc>
      </w:tr>
      <w:tr w:rsidR="00075C58" w:rsidRPr="006800DB" w14:paraId="37512EAE" w14:textId="77777777" w:rsidTr="00075C58">
        <w:tc>
          <w:tcPr>
            <w:tcW w:w="9520" w:type="dxa"/>
          </w:tcPr>
          <w:p w14:paraId="3C121180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oragnizmu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modelowego Genetyka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1C362C33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654A6C0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politenicznych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z gruczołów ślinowych larw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73203285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353F0590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4DC538DB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222317B5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6E5EE38A" w14:textId="77777777" w:rsidTr="00075C58">
        <w:tc>
          <w:tcPr>
            <w:tcW w:w="9520" w:type="dxa"/>
          </w:tcPr>
          <w:p w14:paraId="40789E54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4A53DB31" w14:textId="77777777" w:rsidTr="00075C58">
        <w:tc>
          <w:tcPr>
            <w:tcW w:w="9520" w:type="dxa"/>
          </w:tcPr>
          <w:p w14:paraId="494C1BF8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07D9D63C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4AFC66CE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5000D0B7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0E0CB10F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F14027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1D36D862" w14:textId="77777777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5C17F4A0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1E1093D7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4604A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2BEEF823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08E1CE78" w14:textId="77777777" w:rsidTr="00BE51A6">
        <w:tc>
          <w:tcPr>
            <w:tcW w:w="1962" w:type="dxa"/>
            <w:vAlign w:val="center"/>
          </w:tcPr>
          <w:p w14:paraId="09B216EF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26757E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760BC3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ADF908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375C6F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12062FA2" w14:textId="77777777" w:rsidTr="00BE51A6">
        <w:tc>
          <w:tcPr>
            <w:tcW w:w="1962" w:type="dxa"/>
            <w:vAlign w:val="center"/>
          </w:tcPr>
          <w:p w14:paraId="59BA8848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640B13AA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17FE4E15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7B9A8452" w14:textId="77777777" w:rsidTr="00BE51A6">
        <w:tc>
          <w:tcPr>
            <w:tcW w:w="1962" w:type="dxa"/>
            <w:vAlign w:val="center"/>
          </w:tcPr>
          <w:p w14:paraId="125E0F94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D885D4F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370708C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39E3BEC0" w14:textId="77777777" w:rsidTr="00BE51A6">
        <w:tc>
          <w:tcPr>
            <w:tcW w:w="1962" w:type="dxa"/>
            <w:vAlign w:val="center"/>
          </w:tcPr>
          <w:p w14:paraId="71D33958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F4BD30A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2AEBFA08" w14:textId="77777777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7119AE47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3FD488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08C906E7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7B5F8A8A" w14:textId="77777777" w:rsidTr="00923D7D">
        <w:tc>
          <w:tcPr>
            <w:tcW w:w="9670" w:type="dxa"/>
          </w:tcPr>
          <w:p w14:paraId="231A86D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4BB2B61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21FF538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5B3322D3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3CBE3E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14:paraId="4FF1DF7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14:paraId="0D15CE7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189D771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Kryteria oceny:</w:t>
            </w:r>
          </w:p>
          <w:p w14:paraId="6BEF072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niewystarczające rozwiązanie zadań tylko z obszaru A i B =ocena 2,0</w:t>
            </w:r>
          </w:p>
          <w:p w14:paraId="4BF2FDF2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44051A89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12D7C9A5" w14:textId="77777777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1B52DAE7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A492AE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9BF0F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4ACCD66E" w14:textId="77777777" w:rsidTr="00A91E6A">
        <w:tc>
          <w:tcPr>
            <w:tcW w:w="5416" w:type="dxa"/>
            <w:vAlign w:val="center"/>
          </w:tcPr>
          <w:p w14:paraId="2178A9DF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D199DF0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3FF8EC01" w14:textId="77777777" w:rsidTr="00A91E6A">
        <w:tc>
          <w:tcPr>
            <w:tcW w:w="5416" w:type="dxa"/>
          </w:tcPr>
          <w:p w14:paraId="2F4B166C" w14:textId="77777777" w:rsidR="0085747A" w:rsidRPr="006800DB" w:rsidRDefault="00C61DC5" w:rsidP="00D40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6EA80C9E" w14:textId="77777777"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4395CCBF" w14:textId="77777777" w:rsidTr="00A91E6A">
        <w:tc>
          <w:tcPr>
            <w:tcW w:w="5416" w:type="dxa"/>
          </w:tcPr>
          <w:p w14:paraId="4B82BDB3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B465F9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30B8FB84" w14:textId="77777777"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14:paraId="1C70FC9E" w14:textId="77777777" w:rsidTr="00A91E6A">
        <w:tc>
          <w:tcPr>
            <w:tcW w:w="5416" w:type="dxa"/>
          </w:tcPr>
          <w:p w14:paraId="64DC9466" w14:textId="77777777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7D360529" w14:textId="77777777"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14:paraId="22BCA783" w14:textId="77777777" w:rsidTr="00A91E6A">
        <w:tc>
          <w:tcPr>
            <w:tcW w:w="5416" w:type="dxa"/>
          </w:tcPr>
          <w:p w14:paraId="359803A7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3D0F7BC" w14:textId="77777777"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14:paraId="66A633F0" w14:textId="77777777" w:rsidTr="00A91E6A">
        <w:tc>
          <w:tcPr>
            <w:tcW w:w="5416" w:type="dxa"/>
          </w:tcPr>
          <w:p w14:paraId="3A73199E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CAA91BF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23593B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2D426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173A0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5F2D6EF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10BB538E" w14:textId="77777777" w:rsidTr="00BE51A6">
        <w:trPr>
          <w:trHeight w:val="397"/>
        </w:trPr>
        <w:tc>
          <w:tcPr>
            <w:tcW w:w="4082" w:type="dxa"/>
          </w:tcPr>
          <w:p w14:paraId="6D077350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DFC5FD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2986E02F" w14:textId="77777777" w:rsidTr="00BE51A6">
        <w:trPr>
          <w:trHeight w:val="397"/>
        </w:trPr>
        <w:tc>
          <w:tcPr>
            <w:tcW w:w="4082" w:type="dxa"/>
          </w:tcPr>
          <w:p w14:paraId="7D811D7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D55395F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53296A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8A625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CBA9CBA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1C94874B" w14:textId="77777777" w:rsidTr="00BE51A6">
        <w:trPr>
          <w:trHeight w:val="397"/>
        </w:trPr>
        <w:tc>
          <w:tcPr>
            <w:tcW w:w="9497" w:type="dxa"/>
          </w:tcPr>
          <w:p w14:paraId="7E1B69C0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B4F750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80AEF9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Allison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74C56A7C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549303B1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270185D4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Sadakierska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0077D868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Piatkowski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10B5BEB6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2762170C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Kłyszejko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791AFEE9" w14:textId="77777777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1BB22725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55DB0AE3" w14:textId="77777777" w:rsidTr="00BE51A6">
        <w:trPr>
          <w:trHeight w:val="397"/>
        </w:trPr>
        <w:tc>
          <w:tcPr>
            <w:tcW w:w="9497" w:type="dxa"/>
          </w:tcPr>
          <w:p w14:paraId="0916FB5A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B55A86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14:paraId="355EB4AD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Baza danych: </w:t>
            </w:r>
            <w:proofErr w:type="spellStart"/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Pubmed</w:t>
            </w:r>
            <w:proofErr w:type="spellEnd"/>
          </w:p>
          <w:p w14:paraId="0D461D34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3D8CBE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D2C8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289F8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63AEC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3517A1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67C2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16961" w14:textId="77777777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C0E8A" w14:textId="77777777" w:rsidR="00494669" w:rsidRDefault="00494669" w:rsidP="00C16ABF">
      <w:pPr>
        <w:spacing w:after="0" w:line="240" w:lineRule="auto"/>
      </w:pPr>
      <w:r>
        <w:separator/>
      </w:r>
    </w:p>
  </w:endnote>
  <w:endnote w:type="continuationSeparator" w:id="0">
    <w:p w14:paraId="2DEE8B85" w14:textId="77777777" w:rsidR="00494669" w:rsidRDefault="004946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ED03" w14:textId="77777777" w:rsidR="00494669" w:rsidRDefault="00494669" w:rsidP="00C16ABF">
      <w:pPr>
        <w:spacing w:after="0" w:line="240" w:lineRule="auto"/>
      </w:pPr>
      <w:r>
        <w:separator/>
      </w:r>
    </w:p>
  </w:footnote>
  <w:footnote w:type="continuationSeparator" w:id="0">
    <w:p w14:paraId="3BE4FF8E" w14:textId="77777777" w:rsidR="00494669" w:rsidRDefault="00494669" w:rsidP="00C16ABF">
      <w:pPr>
        <w:spacing w:after="0" w:line="240" w:lineRule="auto"/>
      </w:pPr>
      <w:r>
        <w:continuationSeparator/>
      </w:r>
    </w:p>
  </w:footnote>
  <w:footnote w:id="1">
    <w:p w14:paraId="06C3D6C9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9039540">
    <w:abstractNumId w:val="3"/>
  </w:num>
  <w:num w:numId="2" w16cid:durableId="92827134">
    <w:abstractNumId w:val="1"/>
  </w:num>
  <w:num w:numId="3" w16cid:durableId="541943220">
    <w:abstractNumId w:val="2"/>
  </w:num>
  <w:num w:numId="4" w16cid:durableId="785387928">
    <w:abstractNumId w:val="7"/>
  </w:num>
  <w:num w:numId="5" w16cid:durableId="1494877389">
    <w:abstractNumId w:val="4"/>
  </w:num>
  <w:num w:numId="6" w16cid:durableId="1379739439">
    <w:abstractNumId w:val="0"/>
  </w:num>
  <w:num w:numId="7" w16cid:durableId="921988076">
    <w:abstractNumId w:val="5"/>
  </w:num>
  <w:num w:numId="8" w16cid:durableId="4461264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1C7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733"/>
    <w:rsid w:val="001718A7"/>
    <w:rsid w:val="001737CF"/>
    <w:rsid w:val="00176083"/>
    <w:rsid w:val="0018608D"/>
    <w:rsid w:val="0019120F"/>
    <w:rsid w:val="00191747"/>
    <w:rsid w:val="00192F37"/>
    <w:rsid w:val="00193750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4669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0ED0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4F04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0B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523F4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0E97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3442"/>
    <w:rsid w:val="00DF483C"/>
    <w:rsid w:val="00DF71C8"/>
    <w:rsid w:val="00E06D5B"/>
    <w:rsid w:val="00E07E84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8834"/>
  <w15:docId w15:val="{936ED32C-97B8-4201-999F-1A7BC2BB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D5DC3-C19E-4FE1-B54A-2669AA8B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 Lew-Koralewicz</cp:lastModifiedBy>
  <cp:revision>2</cp:revision>
  <cp:lastPrinted>2019-02-06T12:12:00Z</cp:lastPrinted>
  <dcterms:created xsi:type="dcterms:W3CDTF">2023-10-12T11:56:00Z</dcterms:created>
  <dcterms:modified xsi:type="dcterms:W3CDTF">2023-10-12T11:56:00Z</dcterms:modified>
</cp:coreProperties>
</file>